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AD0BC" w14:textId="77777777" w:rsidR="00F55DB0" w:rsidRPr="006B1C3B" w:rsidRDefault="00CD6897" w:rsidP="00F55DB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317"/>
      <w:bookmarkStart w:id="1" w:name="_Hlk201668348"/>
      <w:r w:rsidR="00F55DB0"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4996717F" w14:textId="77777777" w:rsidR="00F55DB0" w:rsidRPr="006B1C3B" w:rsidRDefault="00F55DB0" w:rsidP="00F55D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2B8CEDA1" w14:textId="77777777" w:rsidR="00F55DB0" w:rsidRPr="006B1C3B" w:rsidRDefault="00F55DB0" w:rsidP="00F55D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588500D2" w14:textId="77777777" w:rsidR="00F55DB0" w:rsidRPr="006B1C3B" w:rsidRDefault="00F55DB0" w:rsidP="00F55DB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017D4F23" w14:textId="77777777" w:rsidR="00F55DB0" w:rsidRPr="006B1C3B" w:rsidRDefault="00F55DB0" w:rsidP="00F55DB0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4083484D" w14:textId="3F5192D5" w:rsidR="0085747A" w:rsidRPr="009C54AE" w:rsidRDefault="0085747A" w:rsidP="00F55DB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779766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F5DCAC" w14:textId="77777777" w:rsidTr="00B819C8">
        <w:tc>
          <w:tcPr>
            <w:tcW w:w="2694" w:type="dxa"/>
            <w:vAlign w:val="center"/>
          </w:tcPr>
          <w:p w14:paraId="59BF61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019676" w14:textId="171F918A" w:rsidR="0085747A" w:rsidRPr="00864D2B" w:rsidRDefault="00EF1D80" w:rsidP="00D523B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4D2B">
              <w:rPr>
                <w:rFonts w:ascii="Corbel" w:hAnsi="Corbel"/>
                <w:sz w:val="24"/>
                <w:szCs w:val="24"/>
              </w:rPr>
              <w:t xml:space="preserve">Współczesne </w:t>
            </w:r>
            <w:r w:rsidR="00D523B0" w:rsidRPr="00864D2B">
              <w:rPr>
                <w:rFonts w:ascii="Corbel" w:hAnsi="Corbel"/>
                <w:sz w:val="24"/>
                <w:szCs w:val="24"/>
              </w:rPr>
              <w:t>problemy globalizacji</w:t>
            </w:r>
            <w:r w:rsidR="00D523B0" w:rsidRPr="00864D2B">
              <w:rPr>
                <w:szCs w:val="20"/>
              </w:rPr>
              <w:t xml:space="preserve">  </w:t>
            </w:r>
          </w:p>
        </w:tc>
      </w:tr>
      <w:tr w:rsidR="0085747A" w:rsidRPr="009C54AE" w14:paraId="0A2C0363" w14:textId="77777777" w:rsidTr="00B819C8">
        <w:tc>
          <w:tcPr>
            <w:tcW w:w="2694" w:type="dxa"/>
            <w:vAlign w:val="center"/>
          </w:tcPr>
          <w:p w14:paraId="1C1F87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06554" w14:textId="148347EA" w:rsidR="0085747A" w:rsidRPr="009C54AE" w:rsidRDefault="00203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KM19</w:t>
            </w:r>
          </w:p>
        </w:tc>
      </w:tr>
      <w:tr w:rsidR="0085747A" w:rsidRPr="009C54AE" w14:paraId="1F95E576" w14:textId="77777777" w:rsidTr="00B819C8">
        <w:tc>
          <w:tcPr>
            <w:tcW w:w="2694" w:type="dxa"/>
            <w:vAlign w:val="center"/>
          </w:tcPr>
          <w:p w14:paraId="558AA5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A838F" w14:textId="643DE91B" w:rsidR="0085747A" w:rsidRPr="001511C7" w:rsidRDefault="00F55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511C7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482E4797" w14:textId="77777777" w:rsidTr="00B819C8">
        <w:tc>
          <w:tcPr>
            <w:tcW w:w="2694" w:type="dxa"/>
            <w:vAlign w:val="center"/>
          </w:tcPr>
          <w:p w14:paraId="549091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2C6BBF" w14:textId="5E61D2E6" w:rsidR="0085747A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07A2B7B9" w14:textId="77777777" w:rsidTr="00B819C8">
        <w:tc>
          <w:tcPr>
            <w:tcW w:w="2694" w:type="dxa"/>
            <w:vAlign w:val="center"/>
          </w:tcPr>
          <w:p w14:paraId="327D57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90D0B0" w14:textId="2E999D57" w:rsidR="00CD2A6B" w:rsidRPr="009C54AE" w:rsidRDefault="00DF5915" w:rsidP="00CD2A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322C239F" w14:textId="77777777" w:rsidTr="00B819C8">
        <w:tc>
          <w:tcPr>
            <w:tcW w:w="2694" w:type="dxa"/>
            <w:vAlign w:val="center"/>
          </w:tcPr>
          <w:p w14:paraId="086EE8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CC3579" w14:textId="646FDB7E" w:rsidR="0085747A" w:rsidRPr="009C54AE" w:rsidRDefault="00CD2A6B" w:rsidP="00EF1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I-ego stopnia</w:t>
            </w:r>
          </w:p>
        </w:tc>
      </w:tr>
      <w:tr w:rsidR="0085747A" w:rsidRPr="009C54AE" w14:paraId="38848775" w14:textId="77777777" w:rsidTr="00B819C8">
        <w:tc>
          <w:tcPr>
            <w:tcW w:w="2694" w:type="dxa"/>
            <w:vAlign w:val="center"/>
          </w:tcPr>
          <w:p w14:paraId="625F5B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3BE9C8" w14:textId="242BABC4" w:rsidR="0085747A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E4A8446" w14:textId="77777777" w:rsidTr="00B819C8">
        <w:tc>
          <w:tcPr>
            <w:tcW w:w="2694" w:type="dxa"/>
            <w:vAlign w:val="center"/>
          </w:tcPr>
          <w:p w14:paraId="4F4D59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63D4C" w14:textId="56C01095" w:rsidR="0085747A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18C48D" w14:textId="77777777" w:rsidTr="00B819C8">
        <w:tc>
          <w:tcPr>
            <w:tcW w:w="2694" w:type="dxa"/>
            <w:vAlign w:val="center"/>
          </w:tcPr>
          <w:p w14:paraId="2BC127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784A7" w14:textId="3D316A3F" w:rsidR="0085747A" w:rsidRPr="009C54AE" w:rsidRDefault="00341EB4" w:rsidP="00EF1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D2A6B">
              <w:rPr>
                <w:rFonts w:ascii="Corbel" w:hAnsi="Corbel"/>
                <w:b w:val="0"/>
                <w:sz w:val="24"/>
                <w:szCs w:val="24"/>
              </w:rPr>
              <w:t xml:space="preserve">I, semestr </w:t>
            </w:r>
            <w:r w:rsidR="00EF1D80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B62F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C564DF4" w14:textId="77777777" w:rsidTr="00B819C8">
        <w:tc>
          <w:tcPr>
            <w:tcW w:w="2694" w:type="dxa"/>
            <w:vAlign w:val="center"/>
          </w:tcPr>
          <w:p w14:paraId="68390C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F463C" w14:textId="70902ABC" w:rsidR="00CD2A6B" w:rsidRPr="009C54AE" w:rsidRDefault="00DF5915" w:rsidP="00CD2A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E408A13" w14:textId="77777777" w:rsidTr="00B819C8">
        <w:tc>
          <w:tcPr>
            <w:tcW w:w="2694" w:type="dxa"/>
            <w:vAlign w:val="center"/>
          </w:tcPr>
          <w:p w14:paraId="25F961A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253A75" w14:textId="059BA72E" w:rsidR="00923D7D" w:rsidRPr="009C54AE" w:rsidRDefault="00CD2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6A4E08">
              <w:rPr>
                <w:rFonts w:ascii="Corbel" w:hAnsi="Corbel"/>
                <w:b w:val="0"/>
                <w:sz w:val="24"/>
                <w:szCs w:val="24"/>
              </w:rPr>
              <w:t>angielski/</w:t>
            </w: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2B87" w14:paraId="27958603" w14:textId="77777777" w:rsidTr="00B819C8">
        <w:tc>
          <w:tcPr>
            <w:tcW w:w="2694" w:type="dxa"/>
            <w:vAlign w:val="center"/>
          </w:tcPr>
          <w:p w14:paraId="5CFDC0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C3B222" w14:textId="0B992B96" w:rsidR="0085747A" w:rsidRPr="00B653E8" w:rsidRDefault="00B653E8" w:rsidP="00B653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d</w:t>
            </w:r>
            <w:r w:rsidR="00CD2A6B"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r</w:t>
            </w:r>
            <w:proofErr w:type="spellEnd"/>
            <w:r w:rsidR="00CD2A6B"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 hab. </w:t>
            </w: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Vasil </w:t>
            </w:r>
            <w:proofErr w:type="spellStart"/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G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luchman</w:t>
            </w:r>
            <w:proofErr w:type="spellEnd"/>
          </w:p>
        </w:tc>
      </w:tr>
      <w:tr w:rsidR="0085747A" w:rsidRPr="00C52B87" w14:paraId="3645D48A" w14:textId="77777777" w:rsidTr="00B819C8">
        <w:tc>
          <w:tcPr>
            <w:tcW w:w="2694" w:type="dxa"/>
            <w:vAlign w:val="center"/>
          </w:tcPr>
          <w:p w14:paraId="2E42FB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0ECB5" w14:textId="0CF46949" w:rsidR="0085747A" w:rsidRPr="00B653E8" w:rsidRDefault="00B65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dr</w:t>
            </w:r>
            <w:proofErr w:type="spellEnd"/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 hab. Vasil </w:t>
            </w:r>
            <w:proofErr w:type="spellStart"/>
            <w:r w:rsidRPr="00B653E8">
              <w:rPr>
                <w:rFonts w:ascii="Corbel" w:hAnsi="Corbel"/>
                <w:b w:val="0"/>
                <w:sz w:val="24"/>
                <w:szCs w:val="24"/>
                <w:lang w:val="de-DE"/>
              </w:rPr>
              <w:t>G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luchman</w:t>
            </w:r>
            <w:proofErr w:type="spellEnd"/>
          </w:p>
        </w:tc>
      </w:tr>
    </w:tbl>
    <w:p w14:paraId="2FF7847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A22E1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CDEB4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C92B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1FF1F2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A31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9F43F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D3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5D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70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7D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8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F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3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D9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F2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7538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47CE" w14:textId="14263AA8" w:rsidR="00015B8F" w:rsidRPr="009C54AE" w:rsidRDefault="00D523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07D" w14:textId="542AE6DE" w:rsidR="00015B8F" w:rsidRPr="009C54AE" w:rsidRDefault="00D523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76A1" w14:textId="0CE7BDE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C4D8" w14:textId="739385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81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DF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A0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7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404A" w14:textId="55DC4AA6" w:rsidR="00015B8F" w:rsidRPr="009C54AE" w:rsidRDefault="00DF59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41F30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D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2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5B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7D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1B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5F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DB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30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82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36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91D71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F61D6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D380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F153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653E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0DA698" w14:textId="77777777" w:rsidR="0085747A" w:rsidRPr="00CD2A6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653E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BD0995" w14:textId="77777777" w:rsidR="0085747A" w:rsidRPr="00CD2A6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662576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D2A6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639BFF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586A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C53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62896B" w14:textId="77777777" w:rsidTr="00745302">
        <w:tc>
          <w:tcPr>
            <w:tcW w:w="9670" w:type="dxa"/>
          </w:tcPr>
          <w:p w14:paraId="5B6ECEC5" w14:textId="6BC859F3" w:rsidR="0085747A" w:rsidRPr="009C54AE" w:rsidRDefault="00DF59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Ogólna wiedza o </w:t>
            </w:r>
            <w:r w:rsidR="00547EF2" w:rsidRPr="00547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współczesnych</w:t>
            </w:r>
            <w:r w:rsidR="00C03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problemach globalizacji</w:t>
            </w:r>
            <w:r w:rsidRPr="00DF5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zdobyta podczas wcześniejszej edukacji</w:t>
            </w:r>
            <w:r w:rsidR="00CD2A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4FF476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3E89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25B7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F5A92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77FD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9FE4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8673"/>
      </w:tblGrid>
      <w:tr w:rsidR="0085747A" w:rsidRPr="009C54AE" w14:paraId="0C917B0A" w14:textId="77777777" w:rsidTr="00923D7D">
        <w:tc>
          <w:tcPr>
            <w:tcW w:w="851" w:type="dxa"/>
            <w:vAlign w:val="center"/>
          </w:tcPr>
          <w:p w14:paraId="7F1284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75E18" w14:textId="77C822A9" w:rsidR="0085747A" w:rsidRPr="0016238E" w:rsidRDefault="00DF5915" w:rsidP="00C03C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238E">
              <w:rPr>
                <w:rFonts w:ascii="Corbel" w:hAnsi="Corbel"/>
                <w:b w:val="0"/>
                <w:sz w:val="24"/>
                <w:szCs w:val="24"/>
              </w:rPr>
              <w:t xml:space="preserve">Internalizacja podstawowej wiedzy o </w:t>
            </w:r>
            <w:proofErr w:type="spellStart"/>
            <w:r w:rsidR="00547EF2" w:rsidRPr="0016238E">
              <w:rPr>
                <w:rFonts w:ascii="Corbel" w:hAnsi="Corbel"/>
                <w:b w:val="0"/>
                <w:sz w:val="24"/>
                <w:szCs w:val="24"/>
              </w:rPr>
              <w:t>o</w:t>
            </w:r>
            <w:proofErr w:type="spellEnd"/>
            <w:r w:rsidR="00547EF2" w:rsidRPr="0016238E">
              <w:rPr>
                <w:rFonts w:ascii="Corbel" w:hAnsi="Corbel"/>
                <w:b w:val="0"/>
                <w:sz w:val="24"/>
                <w:szCs w:val="24"/>
              </w:rPr>
              <w:t xml:space="preserve"> współczesnych </w:t>
            </w:r>
            <w:r w:rsidR="00C03CC1" w:rsidRPr="0016238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problemach globalizacji </w:t>
            </w:r>
            <w:r w:rsidRPr="0016238E">
              <w:rPr>
                <w:rFonts w:ascii="Corbel" w:hAnsi="Corbel"/>
                <w:b w:val="0"/>
                <w:sz w:val="24"/>
                <w:szCs w:val="24"/>
              </w:rPr>
              <w:t xml:space="preserve">w kontekście rozwoju historycznego i jej zastosowanie w dzisiejszej </w:t>
            </w:r>
            <w:r w:rsidR="00C03CC1" w:rsidRPr="0016238E">
              <w:rPr>
                <w:rFonts w:ascii="Corbel" w:hAnsi="Corbel"/>
                <w:b w:val="0"/>
                <w:sz w:val="24"/>
                <w:szCs w:val="24"/>
              </w:rPr>
              <w:t>pluralistycznym społeczeństwie</w:t>
            </w:r>
            <w:r w:rsidRPr="0016238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29E7E81" w14:textId="77777777" w:rsidTr="00923D7D">
        <w:tc>
          <w:tcPr>
            <w:tcW w:w="851" w:type="dxa"/>
            <w:vAlign w:val="center"/>
          </w:tcPr>
          <w:p w14:paraId="4429EA93" w14:textId="60478D10" w:rsidR="0085747A" w:rsidRPr="009C54AE" w:rsidRDefault="00CD2A6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1718EF3C" w14:textId="12DD4DA4" w:rsidR="0085747A" w:rsidRPr="009C54AE" w:rsidRDefault="00DF59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915">
              <w:rPr>
                <w:rFonts w:ascii="Corbel" w:hAnsi="Corbel"/>
                <w:b w:val="0"/>
                <w:sz w:val="24"/>
                <w:szCs w:val="24"/>
              </w:rPr>
              <w:t xml:space="preserve">Zapewnienie wystarczającej znajomości pojęć i teorii niezbędnych do samodzielnego badania </w:t>
            </w:r>
            <w:r w:rsidR="0016238E" w:rsidRPr="0016238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globalizacji </w:t>
            </w:r>
            <w:r w:rsidRPr="00DF5915">
              <w:rPr>
                <w:rFonts w:ascii="Corbel" w:hAnsi="Corbel"/>
                <w:b w:val="0"/>
                <w:sz w:val="24"/>
                <w:szCs w:val="24"/>
              </w:rPr>
              <w:t xml:space="preserve">w różnych kontekstach </w:t>
            </w:r>
            <w:r w:rsidR="00C03CC1">
              <w:rPr>
                <w:rFonts w:ascii="Corbel" w:hAnsi="Corbel"/>
                <w:b w:val="0"/>
                <w:sz w:val="24"/>
                <w:szCs w:val="24"/>
              </w:rPr>
              <w:t>społeczeństwa</w:t>
            </w:r>
            <w:r w:rsidRPr="00DF59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5A615A" w14:textId="77777777" w:rsidTr="00923D7D">
        <w:tc>
          <w:tcPr>
            <w:tcW w:w="851" w:type="dxa"/>
            <w:vAlign w:val="center"/>
          </w:tcPr>
          <w:p w14:paraId="0567ED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7EFE3C4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855A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1491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3051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6D3C06" w:rsidRPr="009C54AE" w14:paraId="2A701282" w14:textId="77777777" w:rsidTr="0071620A">
        <w:tc>
          <w:tcPr>
            <w:tcW w:w="1701" w:type="dxa"/>
            <w:vAlign w:val="center"/>
          </w:tcPr>
          <w:p w14:paraId="22A138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F77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C764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3C06" w:rsidRPr="009C54AE" w14:paraId="578DB583" w14:textId="77777777" w:rsidTr="00223922">
        <w:trPr>
          <w:trHeight w:val="827"/>
        </w:trPr>
        <w:tc>
          <w:tcPr>
            <w:tcW w:w="1701" w:type="dxa"/>
          </w:tcPr>
          <w:p w14:paraId="2882BE06" w14:textId="234EB7BA" w:rsidR="0085747A" w:rsidRPr="009C54AE" w:rsidRDefault="0085747A" w:rsidP="00B62F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66AA395" w14:textId="0A6DF4C0" w:rsidR="0085747A" w:rsidRPr="000B224F" w:rsidRDefault="00223922" w:rsidP="00AC3A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24F"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63F78891" w14:textId="20259AC4" w:rsidR="006D3C06" w:rsidRPr="000B224F" w:rsidRDefault="006D3C06" w:rsidP="00AC3A3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224F">
              <w:rPr>
                <w:rFonts w:ascii="Corbel" w:hAnsi="Corbel"/>
                <w:sz w:val="24"/>
                <w:szCs w:val="24"/>
              </w:rPr>
              <w:t>w pogłębionym stopniu:</w:t>
            </w:r>
          </w:p>
          <w:p w14:paraId="1157A51C" w14:textId="4A152C17" w:rsidR="0016238E" w:rsidRDefault="0016238E" w:rsidP="0016238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6238E">
              <w:rPr>
                <w:rFonts w:ascii="Corbel" w:hAnsi="Corbel"/>
                <w:sz w:val="24"/>
                <w:szCs w:val="24"/>
              </w:rPr>
              <w:t xml:space="preserve">SPECYFIKACJA TEMATYCZNA I METODOLOGICZNA PROBLEMÓW WSPÓŁCZESNEJ GLOBALIZACJI, ICH ODNOSZENIA DO INNYCH WIEDZY NA POZIOMIE UMOŻLIWIAJĄCYM PRACĘ INTERDYSCYPLINARNĄ I MULTIDYSCYPLINARNĄ; </w:t>
            </w:r>
          </w:p>
          <w:p w14:paraId="439E147A" w14:textId="77777777" w:rsidR="0016238E" w:rsidRDefault="0016238E" w:rsidP="0016238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6238E">
              <w:rPr>
                <w:rFonts w:ascii="Corbel" w:hAnsi="Corbel"/>
                <w:sz w:val="24"/>
                <w:szCs w:val="24"/>
              </w:rPr>
              <w:t>METODY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238E">
              <w:rPr>
                <w:rFonts w:ascii="Corbel" w:hAnsi="Corbel"/>
                <w:sz w:val="24"/>
                <w:szCs w:val="24"/>
              </w:rPr>
              <w:t>INTERPRETACJ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16238E">
              <w:rPr>
                <w:rFonts w:ascii="Corbel" w:hAnsi="Corbel"/>
                <w:sz w:val="24"/>
                <w:szCs w:val="24"/>
              </w:rPr>
              <w:t xml:space="preserve"> TEKSTÓW FILOZOFICZNYCH, POLITYCZNYCH I INNYCH DOTYCZĄCYCH GLOBALIZACJI; </w:t>
            </w:r>
          </w:p>
          <w:p w14:paraId="37532F49" w14:textId="29A89663" w:rsidR="006D3C06" w:rsidRPr="0016238E" w:rsidRDefault="0016238E" w:rsidP="0016238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6238E">
              <w:rPr>
                <w:rFonts w:ascii="Corbel" w:hAnsi="Corbel"/>
                <w:sz w:val="24"/>
                <w:szCs w:val="24"/>
              </w:rPr>
              <w:t>KIERUNKI I STANOWISKA WEWNĄTRZ WSPÓŁCZESNEJ GLOBALISTYKI.</w:t>
            </w:r>
          </w:p>
          <w:p w14:paraId="3AC0B9E2" w14:textId="2D76B546" w:rsidR="00223922" w:rsidRPr="00AC3A32" w:rsidRDefault="00223922" w:rsidP="00AC3A3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55E3276" w14:textId="77777777" w:rsidR="0085747A" w:rsidRDefault="00B62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7767AD" w14:textId="77777777" w:rsidR="00C52B87" w:rsidRDefault="00C5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EA7D471" w14:textId="22DB5F9B" w:rsidR="00C52B87" w:rsidRPr="009C54AE" w:rsidRDefault="00C5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6D3C06" w:rsidRPr="009C54AE" w14:paraId="0304B596" w14:textId="77777777" w:rsidTr="005E6E85">
        <w:tc>
          <w:tcPr>
            <w:tcW w:w="1701" w:type="dxa"/>
          </w:tcPr>
          <w:p w14:paraId="727940D9" w14:textId="75F31898" w:rsidR="0085747A" w:rsidRPr="009C54AE" w:rsidRDefault="0085747A" w:rsidP="00B62F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EC95ED" w14:textId="77777777" w:rsidR="00D5302F" w:rsidRPr="00D5302F" w:rsidRDefault="00D5302F" w:rsidP="00D5302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5302F">
              <w:rPr>
                <w:rFonts w:ascii="Corbel" w:hAnsi="Corbel"/>
                <w:b w:val="0"/>
                <w:smallCaps w:val="0"/>
                <w:szCs w:val="24"/>
              </w:rPr>
              <w:t>Absolwent potrafi:</w:t>
            </w:r>
          </w:p>
          <w:p w14:paraId="0C405C9F" w14:textId="4E3F9384" w:rsidR="00D5302F" w:rsidRPr="00D5302F" w:rsidRDefault="00C52B87" w:rsidP="00D5302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caps/>
                <w:smallCaps w:val="0"/>
                <w:szCs w:val="24"/>
              </w:rPr>
              <w:t>Poznawać aktualne stanowiska w kontekście globalizacji</w:t>
            </w:r>
            <w:r w:rsidR="00D5302F" w:rsidRPr="00D5302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2E0A18" w14:textId="0B974D54" w:rsidR="00D5302F" w:rsidRPr="00C52B87" w:rsidRDefault="00C52B87" w:rsidP="00D5302F">
            <w:pPr>
              <w:pStyle w:val="Punktygwne"/>
              <w:spacing w:before="0" w:after="12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C52B87">
              <w:rPr>
                <w:rFonts w:ascii="Corbel" w:hAnsi="Corbel"/>
                <w:b w:val="0"/>
                <w:caps/>
                <w:smallCaps w:val="0"/>
                <w:szCs w:val="24"/>
              </w:rPr>
              <w:t>Organizować badania stanowisk i postaw odnośnie procesu globalizacji</w:t>
            </w:r>
            <w:r w:rsidR="00D5302F" w:rsidRPr="00C52B87">
              <w:rPr>
                <w:rFonts w:ascii="Corbel" w:hAnsi="Corbel"/>
                <w:b w:val="0"/>
                <w:caps/>
                <w:smallCaps w:val="0"/>
                <w:szCs w:val="24"/>
              </w:rPr>
              <w:t>;</w:t>
            </w:r>
          </w:p>
          <w:p w14:paraId="30B9B201" w14:textId="2D45F564" w:rsidR="0085747A" w:rsidRPr="000B224F" w:rsidRDefault="00D5302F" w:rsidP="00D5302F">
            <w:pPr>
              <w:spacing w:after="12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302F">
              <w:rPr>
                <w:rFonts w:ascii="Corbel" w:hAnsi="Corbel"/>
                <w:sz w:val="24"/>
                <w:szCs w:val="24"/>
              </w:rPr>
              <w:lastRenderedPageBreak/>
              <w:t>UDZIELAĆ ODPOWIEDZI NA KRYTYKĘ PRZECIWNIKÓW GLOBALIZACJI.</w:t>
            </w:r>
          </w:p>
        </w:tc>
        <w:tc>
          <w:tcPr>
            <w:tcW w:w="1873" w:type="dxa"/>
          </w:tcPr>
          <w:p w14:paraId="7B9C9F49" w14:textId="77777777" w:rsidR="0085747A" w:rsidRDefault="00B62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</w:t>
            </w:r>
            <w:r w:rsidR="00C52B8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5EEE9CDD" w14:textId="1F0EC5B8" w:rsidR="00C52B87" w:rsidRPr="009C54AE" w:rsidRDefault="00C5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6D3C06" w:rsidRPr="009C54AE" w14:paraId="14FDAA19" w14:textId="77777777" w:rsidTr="005E6E85">
        <w:tc>
          <w:tcPr>
            <w:tcW w:w="1701" w:type="dxa"/>
          </w:tcPr>
          <w:p w14:paraId="66B6F329" w14:textId="631493D8" w:rsidR="0085747A" w:rsidRPr="009C54AE" w:rsidRDefault="0085747A" w:rsidP="00B62F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2F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93E3F83" w14:textId="13A13BB2" w:rsidR="0085747A" w:rsidRPr="000B224F" w:rsidRDefault="00F27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24F">
              <w:rPr>
                <w:rFonts w:ascii="Corbel" w:hAnsi="Corbel"/>
                <w:b w:val="0"/>
                <w:smallCaps w:val="0"/>
                <w:szCs w:val="24"/>
              </w:rPr>
              <w:t>Absolwent jest gotów do:</w:t>
            </w:r>
          </w:p>
          <w:p w14:paraId="4E7D62DE" w14:textId="77777777" w:rsidR="00F27401" w:rsidRDefault="00D5302F" w:rsidP="00A115E1">
            <w:pPr>
              <w:rPr>
                <w:caps/>
                <w:sz w:val="24"/>
                <w:szCs w:val="24"/>
              </w:rPr>
            </w:pPr>
            <w:r w:rsidRPr="00A115E1">
              <w:rPr>
                <w:caps/>
                <w:sz w:val="24"/>
                <w:szCs w:val="24"/>
              </w:rPr>
              <w:t>analizy, porównywania i oceny poszczególnych form i przejawów globalizacji w różnym stopniu</w:t>
            </w:r>
            <w:r w:rsidR="00C52B87">
              <w:rPr>
                <w:caps/>
                <w:sz w:val="24"/>
                <w:szCs w:val="24"/>
              </w:rPr>
              <w:t>;</w:t>
            </w:r>
          </w:p>
          <w:p w14:paraId="139B6A87" w14:textId="58D03FC3" w:rsidR="00C52B87" w:rsidRPr="00A115E1" w:rsidRDefault="00C52B87" w:rsidP="00A115E1">
            <w:pPr>
              <w:rPr>
                <w:b/>
                <w:caps/>
                <w:smallCaps/>
                <w:sz w:val="24"/>
                <w:szCs w:val="24"/>
              </w:rPr>
            </w:pPr>
            <w:r w:rsidRPr="00C52B87">
              <w:rPr>
                <w:caps/>
                <w:sz w:val="24"/>
                <w:szCs w:val="24"/>
              </w:rPr>
              <w:t>Inicjowania działań w debacie o globalizacji.</w:t>
            </w:r>
          </w:p>
        </w:tc>
        <w:tc>
          <w:tcPr>
            <w:tcW w:w="1873" w:type="dxa"/>
          </w:tcPr>
          <w:p w14:paraId="04931E45" w14:textId="77777777" w:rsidR="0085747A" w:rsidRDefault="00B62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52B8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C528679" w14:textId="281FB6E7" w:rsidR="00C52B87" w:rsidRPr="009C54AE" w:rsidRDefault="00C5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27348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69F14D" w14:textId="77777777" w:rsidR="006848AB" w:rsidRDefault="006848A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A8219B" w14:textId="61F8F8B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1E2D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CC05FB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E03DA9" w14:textId="77777777" w:rsidTr="00607BA5">
        <w:tc>
          <w:tcPr>
            <w:tcW w:w="9520" w:type="dxa"/>
          </w:tcPr>
          <w:p w14:paraId="6B2502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8854DB" w14:textId="77777777" w:rsidTr="00607BA5">
        <w:tc>
          <w:tcPr>
            <w:tcW w:w="9520" w:type="dxa"/>
          </w:tcPr>
          <w:p w14:paraId="06AA2CE1" w14:textId="3F4073FC" w:rsidR="0085747A" w:rsidRPr="009C54AE" w:rsidRDefault="00B401C3" w:rsidP="00B401C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01C3">
              <w:rPr>
                <w:rFonts w:ascii="Corbel" w:hAnsi="Corbel"/>
                <w:sz w:val="24"/>
                <w:szCs w:val="24"/>
              </w:rPr>
              <w:t xml:space="preserve">Globalizacja i jej podstawowe problemy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85747A" w:rsidRPr="009C54AE" w14:paraId="51C6DAD8" w14:textId="77777777" w:rsidTr="00607BA5">
        <w:tc>
          <w:tcPr>
            <w:tcW w:w="9520" w:type="dxa"/>
          </w:tcPr>
          <w:p w14:paraId="0E2C3A57" w14:textId="1082B0F0" w:rsidR="0085747A" w:rsidRPr="009C54AE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 xml:space="preserve">Refleksja religijna i świecka nad globalizacją i jej problemami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CA99632" w14:textId="77777777" w:rsidTr="00607BA5">
        <w:tc>
          <w:tcPr>
            <w:tcW w:w="9520" w:type="dxa"/>
          </w:tcPr>
          <w:p w14:paraId="54C675FF" w14:textId="5D2F89F3" w:rsidR="0085747A" w:rsidRPr="009C54AE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 xml:space="preserve">Filozoficzna i etyczna refleksja nad globalizacją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5BE38F7F" w14:textId="77777777" w:rsidTr="00607BA5">
        <w:tc>
          <w:tcPr>
            <w:tcW w:w="9520" w:type="dxa"/>
          </w:tcPr>
          <w:p w14:paraId="266DC321" w14:textId="243FACB6" w:rsidR="00F171B5" w:rsidRPr="00F171B5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 xml:space="preserve">Prawa człowieka w kontekście globalizacji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607BA5">
              <w:rPr>
                <w:rFonts w:ascii="Corbel" w:hAnsi="Corbel"/>
                <w:sz w:val="24"/>
                <w:szCs w:val="24"/>
              </w:rPr>
              <w:t>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F171B5" w:rsidRPr="009C54AE" w14:paraId="5B0FAEA2" w14:textId="77777777" w:rsidTr="00607BA5">
        <w:tc>
          <w:tcPr>
            <w:tcW w:w="9520" w:type="dxa"/>
          </w:tcPr>
          <w:p w14:paraId="1694871A" w14:textId="5C9B4D68" w:rsidR="00F171B5" w:rsidRPr="00F171B5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 xml:space="preserve">Zderzenie cywilizacji i koniec historii </w:t>
            </w:r>
            <w:r w:rsidR="006848AB">
              <w:rPr>
                <w:rFonts w:ascii="Corbel" w:hAnsi="Corbel"/>
                <w:sz w:val="24"/>
                <w:szCs w:val="24"/>
              </w:rPr>
              <w:t>(4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</w:t>
            </w:r>
            <w:r w:rsidR="00F171B5" w:rsidRPr="00F17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71B5" w:rsidRPr="009C54AE" w14:paraId="3FBD2061" w14:textId="77777777" w:rsidTr="00607BA5">
        <w:tc>
          <w:tcPr>
            <w:tcW w:w="9520" w:type="dxa"/>
          </w:tcPr>
          <w:p w14:paraId="6EBF661C" w14:textId="5768A183" w:rsidR="00F171B5" w:rsidRPr="00F171B5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 xml:space="preserve">Globalne problemy wojny i pokoju </w:t>
            </w:r>
            <w:r w:rsidR="00F171B5">
              <w:rPr>
                <w:rFonts w:ascii="Corbel" w:hAnsi="Corbel"/>
                <w:sz w:val="24"/>
                <w:szCs w:val="24"/>
              </w:rPr>
              <w:t>(</w:t>
            </w:r>
            <w:r w:rsidR="006848AB">
              <w:rPr>
                <w:rFonts w:ascii="Corbel" w:hAnsi="Corbel"/>
                <w:sz w:val="24"/>
                <w:szCs w:val="24"/>
              </w:rPr>
              <w:t>4</w:t>
            </w:r>
            <w:r w:rsidR="00F171B5">
              <w:rPr>
                <w:rFonts w:ascii="Corbel" w:hAnsi="Corbel"/>
                <w:sz w:val="24"/>
                <w:szCs w:val="24"/>
              </w:rPr>
              <w:t xml:space="preserve"> godz.).</w:t>
            </w:r>
          </w:p>
        </w:tc>
      </w:tr>
      <w:tr w:rsidR="00423AF5" w:rsidRPr="009C54AE" w14:paraId="729E6516" w14:textId="77777777" w:rsidTr="00607BA5">
        <w:tc>
          <w:tcPr>
            <w:tcW w:w="9520" w:type="dxa"/>
          </w:tcPr>
          <w:p w14:paraId="35F0D168" w14:textId="5BFFEA37" w:rsidR="00423AF5" w:rsidRPr="00423AF5" w:rsidRDefault="00423AF5" w:rsidP="00423A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3AF5">
              <w:rPr>
                <w:rFonts w:ascii="Corbel" w:hAnsi="Corbel"/>
                <w:sz w:val="24"/>
                <w:szCs w:val="24"/>
              </w:rPr>
              <w:t>Kolokwium</w:t>
            </w:r>
            <w:r w:rsidR="006848AB">
              <w:rPr>
                <w:rFonts w:ascii="Corbel" w:hAnsi="Corbel"/>
                <w:sz w:val="24"/>
                <w:szCs w:val="24"/>
              </w:rPr>
              <w:t xml:space="preserve"> (6 </w:t>
            </w:r>
            <w:proofErr w:type="spellStart"/>
            <w:r w:rsidR="006848AB">
              <w:rPr>
                <w:rFonts w:ascii="Corbel" w:hAnsi="Corbel"/>
                <w:sz w:val="24"/>
                <w:szCs w:val="24"/>
              </w:rPr>
              <w:t>gozd</w:t>
            </w:r>
            <w:proofErr w:type="spellEnd"/>
            <w:r w:rsidR="006848AB">
              <w:rPr>
                <w:rFonts w:ascii="Corbel" w:hAnsi="Corbel"/>
                <w:sz w:val="24"/>
                <w:szCs w:val="24"/>
              </w:rPr>
              <w:t>.)</w:t>
            </w:r>
          </w:p>
        </w:tc>
      </w:tr>
    </w:tbl>
    <w:p w14:paraId="70F3DED8" w14:textId="310A3E0B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B0AED" w14:textId="77777777" w:rsidR="00607BA5" w:rsidRPr="009C54AE" w:rsidRDefault="00607BA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B8E6C6" w14:textId="4BACFE1C" w:rsidR="0085747A" w:rsidRDefault="008650E2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06D0">
        <w:rPr>
          <w:rFonts w:ascii="Corbel" w:hAnsi="Corbel"/>
          <w:sz w:val="24"/>
          <w:szCs w:val="24"/>
        </w:rPr>
        <w:t>Problematyka ćwiczeń, konwersatoriów, laboratoriów,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14:paraId="02077EDF" w14:textId="77777777" w:rsidR="005536BD" w:rsidRPr="009C54AE" w:rsidRDefault="005536BD" w:rsidP="005536B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71B5" w:rsidRPr="009C54AE" w14:paraId="00CF557E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590F" w14:textId="77777777" w:rsidR="00F171B5" w:rsidRPr="009C54AE" w:rsidRDefault="00F171B5" w:rsidP="00F171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1B5" w:rsidRPr="009C54AE" w14:paraId="4349DD2B" w14:textId="77777777" w:rsidTr="00F171B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695D" w14:textId="57581E90" w:rsidR="00F171B5" w:rsidRPr="009C54AE" w:rsidRDefault="00F171B5" w:rsidP="006848A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255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DF1D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7906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E8BA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13F388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167ED0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611EF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metody kształcenia na odległość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FE08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E953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8E5B4" w14:textId="3C17C28A" w:rsidR="00E960BB" w:rsidRDefault="00E1355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355D">
        <w:rPr>
          <w:rFonts w:ascii="Corbel" w:hAnsi="Corbel"/>
          <w:b w:val="0"/>
          <w:smallCaps w:val="0"/>
          <w:szCs w:val="24"/>
        </w:rPr>
        <w:t>Wykład (w języku angielskim) połączony z prezentacją multimedialną (w języku polskim).</w:t>
      </w:r>
    </w:p>
    <w:p w14:paraId="0520DB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9EC2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A47B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148B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370B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D355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0CD22AE0" w14:textId="77777777" w:rsidTr="00C05F44">
        <w:tc>
          <w:tcPr>
            <w:tcW w:w="1985" w:type="dxa"/>
            <w:vAlign w:val="center"/>
          </w:tcPr>
          <w:p w14:paraId="1172CE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72A5B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54B608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C1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1DA1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C01BACD" w14:textId="77777777" w:rsidTr="00C05F44">
        <w:tc>
          <w:tcPr>
            <w:tcW w:w="1985" w:type="dxa"/>
          </w:tcPr>
          <w:p w14:paraId="75C37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AF706" w14:textId="731C8B3A" w:rsidR="0085747A" w:rsidRPr="002611EF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kolokwium/esej</w:t>
            </w:r>
          </w:p>
        </w:tc>
        <w:tc>
          <w:tcPr>
            <w:tcW w:w="2126" w:type="dxa"/>
          </w:tcPr>
          <w:p w14:paraId="07B37E52" w14:textId="3404D383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0D60485" w14:textId="77777777" w:rsidTr="00C05F44">
        <w:tc>
          <w:tcPr>
            <w:tcW w:w="1985" w:type="dxa"/>
          </w:tcPr>
          <w:p w14:paraId="396807FD" w14:textId="0D56884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2611EF">
              <w:rPr>
                <w:rFonts w:ascii="Corbel" w:hAnsi="Corbel"/>
                <w:b w:val="0"/>
                <w:szCs w:val="24"/>
              </w:rPr>
              <w:t xml:space="preserve"> i EK_03</w:t>
            </w:r>
          </w:p>
        </w:tc>
        <w:tc>
          <w:tcPr>
            <w:tcW w:w="5528" w:type="dxa"/>
          </w:tcPr>
          <w:p w14:paraId="6707539E" w14:textId="07F655CD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14:paraId="1F1FC505" w14:textId="5DBC791C" w:rsidR="0085747A" w:rsidRPr="009C54AE" w:rsidRDefault="002611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D7822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188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6BD9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0B354" w14:textId="77777777" w:rsidTr="00923D7D">
        <w:tc>
          <w:tcPr>
            <w:tcW w:w="9670" w:type="dxa"/>
          </w:tcPr>
          <w:p w14:paraId="3DD1CB28" w14:textId="424C36A1" w:rsidR="00923D7D" w:rsidRPr="00C07CFE" w:rsidRDefault="00D530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302F">
              <w:rPr>
                <w:rFonts w:ascii="Corbel" w:eastAsia="Arial" w:hAnsi="Corbel"/>
                <w:b w:val="0"/>
                <w:smallCaps w:val="0"/>
                <w:szCs w:val="24"/>
              </w:rPr>
              <w:t>Podstawowym warunkiem jest pełne uczestnictwo w zajęciach (z wyjątkiem zaakceptowanych przez prowadzącego usprawiedliwień) i aktywne uczestnictwo w zadaniach</w:t>
            </w:r>
            <w:r w:rsidRPr="006B1C3B">
              <w:rPr>
                <w:rFonts w:ascii="Corbel" w:eastAsia="Arial" w:hAnsi="Corbel"/>
                <w:szCs w:val="24"/>
              </w:rPr>
              <w:t xml:space="preserve"> </w:t>
            </w:r>
            <w:r w:rsidR="004236B1" w:rsidRPr="00C07CFE">
              <w:rPr>
                <w:rFonts w:ascii="Corbel" w:eastAsia="Arial" w:hAnsi="Corbel"/>
                <w:b w:val="0"/>
                <w:smallCaps w:val="0"/>
                <w:szCs w:val="24"/>
              </w:rPr>
              <w:t>(przygotowanie prezentacji na wybrane tematy i ich terminowe złożenie, omówienie nadesłanych prezentacji; znajomość wymaganej literatury).</w:t>
            </w:r>
          </w:p>
          <w:p w14:paraId="0AC0B3D2" w14:textId="5F9D0066" w:rsidR="002B61DC" w:rsidRPr="002B61DC" w:rsidRDefault="002B61DC" w:rsidP="002B61DC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2B61DC">
              <w:rPr>
                <w:rFonts w:ascii="Corbel" w:eastAsia="Arial" w:hAnsi="Corbel"/>
                <w:sz w:val="24"/>
                <w:szCs w:val="24"/>
              </w:rPr>
              <w:t xml:space="preserve"> 3 - student ma podstawową wiedzę o problemach globalnych świata;</w:t>
            </w:r>
          </w:p>
          <w:p w14:paraId="1DBF2342" w14:textId="56CA96A6" w:rsidR="002B61DC" w:rsidRPr="002B61DC" w:rsidRDefault="002B61DC" w:rsidP="002B61DC">
            <w:pPr>
              <w:snapToGrid w:val="0"/>
              <w:spacing w:after="0"/>
              <w:rPr>
                <w:rFonts w:ascii="Corbel" w:eastAsia="Arial" w:hAnsi="Corbel"/>
                <w:sz w:val="24"/>
                <w:szCs w:val="24"/>
              </w:rPr>
            </w:pPr>
            <w:r>
              <w:rPr>
                <w:rFonts w:ascii="Corbel" w:eastAsia="Arial" w:hAnsi="Corbel"/>
                <w:sz w:val="24"/>
                <w:szCs w:val="24"/>
              </w:rPr>
              <w:t>ocena</w:t>
            </w:r>
            <w:r w:rsidRPr="002B61DC">
              <w:rPr>
                <w:rFonts w:ascii="Corbel" w:eastAsia="Arial" w:hAnsi="Corbel"/>
                <w:sz w:val="24"/>
                <w:szCs w:val="24"/>
              </w:rPr>
              <w:t xml:space="preserve"> 4 - student potrafi analizować główne aktualne trendy w świecie globalizacji;</w:t>
            </w:r>
          </w:p>
          <w:p w14:paraId="346BA409" w14:textId="09565525" w:rsidR="0085747A" w:rsidRPr="002B61DC" w:rsidRDefault="002B61DC" w:rsidP="002B61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Arial" w:hAnsi="Corbel"/>
                <w:b w:val="0"/>
                <w:smallCaps w:val="0"/>
                <w:szCs w:val="24"/>
              </w:rPr>
              <w:t>ocena</w:t>
            </w:r>
            <w:r w:rsidRPr="002B61DC">
              <w:rPr>
                <w:rFonts w:ascii="Corbel" w:eastAsia="Arial" w:hAnsi="Corbel"/>
                <w:b w:val="0"/>
                <w:smallCaps w:val="0"/>
                <w:szCs w:val="24"/>
              </w:rPr>
              <w:t xml:space="preserve"> 5 - student potrafi analizować, porównywać i oceniać globalne problemy współczesnego świata.</w:t>
            </w:r>
          </w:p>
        </w:tc>
      </w:tr>
    </w:tbl>
    <w:p w14:paraId="046C70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375A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A049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4E531134" w14:textId="77777777" w:rsidTr="003E1941">
        <w:tc>
          <w:tcPr>
            <w:tcW w:w="4962" w:type="dxa"/>
            <w:vAlign w:val="center"/>
          </w:tcPr>
          <w:p w14:paraId="353507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5FD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7C14FD7" w14:textId="77777777" w:rsidTr="00923D7D">
        <w:tc>
          <w:tcPr>
            <w:tcW w:w="4962" w:type="dxa"/>
          </w:tcPr>
          <w:p w14:paraId="63C7D30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14:paraId="03F6A269" w14:textId="37219DA9" w:rsidR="0085747A" w:rsidRPr="009C54AE" w:rsidRDefault="00B401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B463621" w14:textId="77777777" w:rsidTr="00923D7D">
        <w:tc>
          <w:tcPr>
            <w:tcW w:w="4962" w:type="dxa"/>
          </w:tcPr>
          <w:p w14:paraId="3E20BF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6712A4" w14:textId="091AEAD8" w:rsidR="00C61DC5" w:rsidRPr="009C54AE" w:rsidRDefault="00C61DC5" w:rsidP="00684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242E489" w14:textId="2046F1C9" w:rsidR="00C61DC5" w:rsidRPr="009C54AE" w:rsidRDefault="002611EF" w:rsidP="005536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3267047A" w14:textId="77777777" w:rsidTr="00923D7D">
        <w:tc>
          <w:tcPr>
            <w:tcW w:w="4962" w:type="dxa"/>
          </w:tcPr>
          <w:p w14:paraId="7F97926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D9B5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1B3903" w14:textId="1D7A359C" w:rsidR="00C61DC5" w:rsidRPr="009C54AE" w:rsidRDefault="005536BD" w:rsidP="0042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  <w:r w:rsidR="002611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7AFEDC24" w14:textId="77777777" w:rsidTr="00923D7D">
        <w:tc>
          <w:tcPr>
            <w:tcW w:w="4962" w:type="dxa"/>
          </w:tcPr>
          <w:p w14:paraId="352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0DD706" w14:textId="73EEC6D6" w:rsidR="0085747A" w:rsidRPr="009C54AE" w:rsidRDefault="00553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ADDFD9C" w14:textId="77777777" w:rsidTr="00923D7D">
        <w:tc>
          <w:tcPr>
            <w:tcW w:w="4962" w:type="dxa"/>
          </w:tcPr>
          <w:p w14:paraId="1E503E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7C693D" w14:textId="4982215E" w:rsidR="0085747A" w:rsidRPr="009C54AE" w:rsidRDefault="00553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5729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D4A0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B95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01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B67FBED" w14:textId="77777777" w:rsidTr="0071620A">
        <w:trPr>
          <w:trHeight w:val="397"/>
        </w:trPr>
        <w:tc>
          <w:tcPr>
            <w:tcW w:w="3544" w:type="dxa"/>
          </w:tcPr>
          <w:p w14:paraId="7961F1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81E6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7AC82D" w14:textId="77777777" w:rsidTr="0071620A">
        <w:trPr>
          <w:trHeight w:val="397"/>
        </w:trPr>
        <w:tc>
          <w:tcPr>
            <w:tcW w:w="3544" w:type="dxa"/>
          </w:tcPr>
          <w:p w14:paraId="1F389A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7AAE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5E4FC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27283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3E6B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CBE283" w14:textId="77777777" w:rsidTr="0071620A">
        <w:trPr>
          <w:trHeight w:val="397"/>
        </w:trPr>
        <w:tc>
          <w:tcPr>
            <w:tcW w:w="7513" w:type="dxa"/>
          </w:tcPr>
          <w:p w14:paraId="2CE1933B" w14:textId="77777777" w:rsidR="0085747A" w:rsidRPr="00E1355D" w:rsidRDefault="0085747A" w:rsidP="00E1355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E135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E8B007" w14:textId="77777777" w:rsidR="00447B33" w:rsidRPr="00E1355D" w:rsidRDefault="00447B33" w:rsidP="00E1355D">
            <w:pPr>
              <w:pStyle w:val="Punktygwne"/>
              <w:numPr>
                <w:ilvl w:val="0"/>
                <w:numId w:val="3"/>
              </w:numPr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Paradoksy globalizacji / Włodzimierz Anioł</w:t>
              </w:r>
            </w:hyperlink>
            <w:r w:rsidRPr="00E135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1355D">
              <w:rPr>
                <w:rFonts w:ascii="Corbel" w:hAnsi="Corbel"/>
                <w:b w:val="0"/>
                <w:smallCaps w:val="0"/>
              </w:rPr>
              <w:t>Warszawa : "</w:t>
            </w:r>
            <w:proofErr w:type="spellStart"/>
            <w:r w:rsidRPr="00E1355D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Pr="00E1355D">
              <w:rPr>
                <w:rFonts w:ascii="Corbel" w:hAnsi="Corbel"/>
                <w:b w:val="0"/>
                <w:smallCaps w:val="0"/>
              </w:rPr>
              <w:t xml:space="preserve">-Jr" 2002. </w:t>
            </w:r>
          </w:p>
          <w:p w14:paraId="2E78B0B7" w14:textId="77777777" w:rsidR="00447B33" w:rsidRPr="00E1355D" w:rsidRDefault="00447B33" w:rsidP="00E1355D">
            <w:pPr>
              <w:pStyle w:val="Punktygwne"/>
              <w:numPr>
                <w:ilvl w:val="0"/>
                <w:numId w:val="3"/>
              </w:numPr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hyperlink r:id="rId9" w:history="1"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Globalizacja a zróżnicowanie społeczno-ekonomiczne / Ewa Polak</w:t>
              </w:r>
            </w:hyperlink>
            <w:r w:rsidRPr="00E1355D">
              <w:rPr>
                <w:rFonts w:ascii="Corbel" w:hAnsi="Corbel"/>
                <w:b w:val="0"/>
                <w:smallCaps w:val="0"/>
              </w:rPr>
              <w:t>. Warszawa : "</w:t>
            </w:r>
            <w:proofErr w:type="spellStart"/>
            <w:r w:rsidRPr="00E1355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E1355D">
              <w:rPr>
                <w:rFonts w:ascii="Corbel" w:hAnsi="Corbel"/>
                <w:b w:val="0"/>
                <w:smallCaps w:val="0"/>
              </w:rPr>
              <w:t xml:space="preserve">" 2009. </w:t>
            </w:r>
          </w:p>
          <w:p w14:paraId="6D2F0255" w14:textId="755A7AE6" w:rsidR="00447B33" w:rsidRPr="00E1355D" w:rsidRDefault="00447B33" w:rsidP="00E1355D">
            <w:pPr>
              <w:pStyle w:val="Punktygwne"/>
              <w:numPr>
                <w:ilvl w:val="0"/>
                <w:numId w:val="3"/>
              </w:numPr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hyperlink r:id="rId10" w:history="1"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 xml:space="preserve">Przyszłość wolności : demokracja w globalizacji / Jean-Marie </w:t>
              </w:r>
              <w:proofErr w:type="spellStart"/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Guehenno</w:t>
              </w:r>
              <w:proofErr w:type="spellEnd"/>
            </w:hyperlink>
            <w:r w:rsidRPr="00E1355D">
              <w:rPr>
                <w:rFonts w:ascii="Corbel" w:hAnsi="Corbel"/>
                <w:b w:val="0"/>
                <w:smallCaps w:val="0"/>
              </w:rPr>
              <w:t>. Kraków : "Znak" 2001.</w:t>
            </w:r>
          </w:p>
          <w:p w14:paraId="2B29C56A" w14:textId="4D763F7A" w:rsidR="00864D2B" w:rsidRPr="00E1355D" w:rsidRDefault="00864D2B" w:rsidP="00E1355D">
            <w:pPr>
              <w:pStyle w:val="Punktygwne"/>
              <w:numPr>
                <w:ilvl w:val="0"/>
                <w:numId w:val="3"/>
              </w:numPr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E1355D">
              <w:rPr>
                <w:rFonts w:ascii="Corbel" w:hAnsi="Corbel"/>
                <w:b w:val="0"/>
                <w:smallCaps w:val="0"/>
              </w:rPr>
              <w:t xml:space="preserve">Filozofia wobec globalizacji / </w:t>
            </w:r>
            <w:hyperlink r:id="rId11" w:history="1">
              <w:proofErr w:type="spellStart"/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Czakon</w:t>
              </w:r>
              <w:proofErr w:type="spellEnd"/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, Tomasz</w:t>
              </w:r>
            </w:hyperlink>
            <w:r w:rsidRPr="00E1355D">
              <w:rPr>
                <w:rFonts w:ascii="Corbel" w:hAnsi="Corbel"/>
                <w:b w:val="0"/>
                <w:smallCaps w:val="0"/>
              </w:rPr>
              <w:t>, Katowice : Oficyna Wydawnicza Wacław Walasek 2009.</w:t>
            </w:r>
          </w:p>
          <w:p w14:paraId="4C6E09BB" w14:textId="1FDC2FC2" w:rsidR="00864D2B" w:rsidRPr="00E1355D" w:rsidRDefault="00864D2B" w:rsidP="00E1355D">
            <w:pPr>
              <w:pStyle w:val="Punktygwne"/>
              <w:numPr>
                <w:ilvl w:val="0"/>
                <w:numId w:val="3"/>
              </w:numPr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E1355D">
              <w:rPr>
                <w:rFonts w:ascii="Corbel" w:hAnsi="Corbel"/>
                <w:b w:val="0"/>
                <w:smallCaps w:val="0"/>
              </w:rPr>
              <w:lastRenderedPageBreak/>
              <w:t xml:space="preserve">Globalizacja a stosunki międzynarodowe / </w:t>
            </w:r>
            <w:hyperlink r:id="rId12" w:history="1">
              <w:proofErr w:type="spellStart"/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>Haliżak</w:t>
              </w:r>
              <w:proofErr w:type="spellEnd"/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 xml:space="preserve">, Edward </w:t>
              </w:r>
            </w:hyperlink>
            <w:r w:rsidRPr="00E1355D">
              <w:rPr>
                <w:rFonts w:ascii="Corbel" w:hAnsi="Corbel"/>
                <w:b w:val="0"/>
                <w:smallCaps w:val="0"/>
              </w:rPr>
              <w:t>. Bydgoszcz ; Warszawa : "Branta" 2004.</w:t>
            </w:r>
          </w:p>
          <w:p w14:paraId="5D20E3BE" w14:textId="3BF98DF0" w:rsidR="00864D2B" w:rsidRPr="00E1355D" w:rsidRDefault="00E1355D" w:rsidP="00E1355D">
            <w:pPr>
              <w:pStyle w:val="Punktygwne"/>
              <w:numPr>
                <w:ilvl w:val="0"/>
                <w:numId w:val="3"/>
              </w:numPr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E1355D">
              <w:rPr>
                <w:rFonts w:ascii="Corbel" w:hAnsi="Corbel"/>
                <w:b w:val="0"/>
                <w:smallCaps w:val="0"/>
              </w:rPr>
              <w:t xml:space="preserve">Globalizacja : więcej niż podręcznik : społeczeństwo, kultura, polityka / </w:t>
            </w:r>
            <w:hyperlink r:id="rId13" w:history="1">
              <w:r w:rsidRPr="00E1355D">
                <w:rPr>
                  <w:rStyle w:val="Hipercze"/>
                  <w:rFonts w:ascii="Corbel" w:hAnsi="Corbel"/>
                  <w:b w:val="0"/>
                  <w:smallCaps w:val="0"/>
                  <w:color w:val="auto"/>
                  <w:u w:val="none"/>
                </w:rPr>
                <w:t xml:space="preserve">Misiak, Władysław </w:t>
              </w:r>
            </w:hyperlink>
            <w:r w:rsidRPr="00E1355D">
              <w:rPr>
                <w:rFonts w:ascii="Corbel" w:hAnsi="Corbel"/>
                <w:b w:val="0"/>
                <w:smallCaps w:val="0"/>
              </w:rPr>
              <w:t>. Warszawa : "</w:t>
            </w:r>
            <w:proofErr w:type="spellStart"/>
            <w:r w:rsidRPr="00E1355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E1355D">
              <w:rPr>
                <w:rFonts w:ascii="Corbel" w:hAnsi="Corbel"/>
                <w:b w:val="0"/>
                <w:smallCaps w:val="0"/>
              </w:rPr>
              <w:t>" 2007.</w:t>
            </w:r>
          </w:p>
          <w:p w14:paraId="46BB26CA" w14:textId="1E51ECB1" w:rsidR="005A4825" w:rsidRPr="009C54AE" w:rsidRDefault="005A4825" w:rsidP="00447B3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46BD43" w14:textId="77777777" w:rsidTr="0071620A">
        <w:trPr>
          <w:trHeight w:val="397"/>
        </w:trPr>
        <w:tc>
          <w:tcPr>
            <w:tcW w:w="7513" w:type="dxa"/>
          </w:tcPr>
          <w:p w14:paraId="4CDF9F8F" w14:textId="77777777" w:rsidR="0085747A" w:rsidRDefault="0085747A" w:rsidP="00E1355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914100" w14:textId="77777777" w:rsidR="000B224F" w:rsidRPr="000B224F" w:rsidRDefault="00447B33" w:rsidP="00E1355D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hyperlink r:id="rId14" w:history="1">
              <w:r w:rsidRPr="000B224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Religia a globalizacja / Anna Mrozek-</w:t>
              </w:r>
              <w:proofErr w:type="spellStart"/>
              <w:r w:rsidRPr="000B224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Dumanowska</w:t>
              </w:r>
              <w:proofErr w:type="spellEnd"/>
            </w:hyperlink>
            <w:r w:rsidRPr="000B224F">
              <w:rPr>
                <w:rFonts w:ascii="Corbel" w:hAnsi="Corbel"/>
                <w:sz w:val="24"/>
                <w:szCs w:val="24"/>
              </w:rPr>
              <w:t xml:space="preserve">. Warszawa : Wydawnictwo Naukowe </w:t>
            </w:r>
            <w:proofErr w:type="spellStart"/>
            <w:r w:rsidRPr="000B224F">
              <w:rPr>
                <w:rFonts w:ascii="Corbel" w:hAnsi="Corbel"/>
                <w:sz w:val="24"/>
                <w:szCs w:val="24"/>
              </w:rPr>
              <w:t>Askon</w:t>
            </w:r>
            <w:proofErr w:type="spellEnd"/>
            <w:r w:rsidRPr="000B224F">
              <w:rPr>
                <w:rFonts w:ascii="Corbel" w:hAnsi="Corbel"/>
                <w:sz w:val="24"/>
                <w:szCs w:val="24"/>
              </w:rPr>
              <w:t xml:space="preserve"> 2014.</w:t>
            </w:r>
            <w:r w:rsidR="000B224F" w:rsidRPr="000B224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0358BA5" w14:textId="77777777" w:rsidR="000B224F" w:rsidRPr="000B224F" w:rsidRDefault="000B224F" w:rsidP="00E1355D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hyperlink r:id="rId15" w:history="1">
              <w:r w:rsidRPr="000B224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Globalizacja : wyzwania i zagrożenia / Władysław Szymański</w:t>
              </w:r>
            </w:hyperlink>
            <w:r w:rsidRPr="000B224F">
              <w:rPr>
                <w:rFonts w:ascii="Corbel" w:hAnsi="Corbel"/>
                <w:sz w:val="24"/>
                <w:szCs w:val="24"/>
              </w:rPr>
              <w:t>. Warszawa : "</w:t>
            </w:r>
            <w:proofErr w:type="spellStart"/>
            <w:r w:rsidRPr="000B224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0B224F">
              <w:rPr>
                <w:rFonts w:ascii="Corbel" w:hAnsi="Corbel"/>
                <w:sz w:val="24"/>
                <w:szCs w:val="24"/>
              </w:rPr>
              <w:t xml:space="preserve">" 2001. </w:t>
            </w:r>
          </w:p>
          <w:p w14:paraId="0531205E" w14:textId="51CDC7B0" w:rsidR="000B224F" w:rsidRDefault="000B224F" w:rsidP="00E1355D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hyperlink r:id="rId16" w:history="1">
              <w:r w:rsidRPr="000B224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Opium globalizacji / Przemysław Wielgosz</w:t>
              </w:r>
            </w:hyperlink>
            <w:r w:rsidRPr="000B224F">
              <w:rPr>
                <w:rFonts w:ascii="Corbel" w:hAnsi="Corbel"/>
                <w:sz w:val="24"/>
                <w:szCs w:val="24"/>
              </w:rPr>
              <w:t xml:space="preserve">. Warszawa : "Dialog" 2004. </w:t>
            </w:r>
          </w:p>
          <w:p w14:paraId="5E7298B5" w14:textId="336E6FCA" w:rsidR="00864D2B" w:rsidRPr="00E1355D" w:rsidRDefault="00864D2B" w:rsidP="00E1355D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r w:rsidRPr="00E1355D">
              <w:rPr>
                <w:rFonts w:ascii="Corbel" w:hAnsi="Corbel"/>
                <w:sz w:val="24"/>
                <w:szCs w:val="24"/>
              </w:rPr>
              <w:t>Globalizacja a spotkanie kultur / Cynarski, Wojciech Jan . Rzeszów : Wydaw. Uniwersytetu Rzeszowskiego 2003.</w:t>
            </w:r>
          </w:p>
          <w:p w14:paraId="2EC36DBA" w14:textId="1260004C" w:rsidR="00864D2B" w:rsidRPr="00E1355D" w:rsidRDefault="00E1355D" w:rsidP="00E1355D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r w:rsidRPr="00E1355D">
              <w:rPr>
                <w:rFonts w:ascii="Corbel" w:hAnsi="Corbel"/>
                <w:sz w:val="24"/>
                <w:szCs w:val="24"/>
              </w:rPr>
              <w:t xml:space="preserve">Między egoizmem a dobrem wspólnym : kryzys państwa w dobie globalizacji / </w:t>
            </w:r>
            <w:hyperlink r:id="rId17" w:history="1">
              <w:proofErr w:type="spellStart"/>
              <w:r w:rsidRPr="00E1355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Waleszczuk</w:t>
              </w:r>
              <w:proofErr w:type="spellEnd"/>
              <w:r w:rsidRPr="00E1355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, Zbigniew</w:t>
              </w:r>
            </w:hyperlink>
            <w:r w:rsidRPr="00E1355D">
              <w:rPr>
                <w:rFonts w:ascii="Corbel" w:hAnsi="Corbel"/>
                <w:sz w:val="24"/>
                <w:szCs w:val="24"/>
              </w:rPr>
              <w:t>. Kraków : "Homo Dei" 2008.</w:t>
            </w:r>
          </w:p>
          <w:p w14:paraId="6CBD67DF" w14:textId="49A3C1FF" w:rsidR="00E366DD" w:rsidRPr="000B224F" w:rsidRDefault="000B224F" w:rsidP="00E1355D">
            <w:pPr>
              <w:pStyle w:val="Akapitzlist"/>
              <w:numPr>
                <w:ilvl w:val="0"/>
                <w:numId w:val="4"/>
              </w:numPr>
              <w:spacing w:after="120"/>
            </w:pPr>
            <w:hyperlink r:id="rId18" w:history="1">
              <w:r w:rsidRPr="00E1355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Władza globalizacji / Jadwiga Staniszkis</w:t>
              </w:r>
            </w:hyperlink>
            <w:r w:rsidRPr="00E1355D">
              <w:rPr>
                <w:rFonts w:ascii="Corbel" w:hAnsi="Corbel"/>
                <w:sz w:val="24"/>
                <w:szCs w:val="24"/>
              </w:rPr>
              <w:t>. Warszawa : "Scholar" 2003.</w:t>
            </w:r>
          </w:p>
        </w:tc>
      </w:tr>
    </w:tbl>
    <w:p w14:paraId="69D798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05B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7E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5C311" w14:textId="77777777" w:rsidR="000B7960" w:rsidRDefault="000B7960" w:rsidP="00C16ABF">
      <w:pPr>
        <w:spacing w:after="0" w:line="240" w:lineRule="auto"/>
      </w:pPr>
      <w:r>
        <w:separator/>
      </w:r>
    </w:p>
  </w:endnote>
  <w:endnote w:type="continuationSeparator" w:id="0">
    <w:p w14:paraId="19189632" w14:textId="77777777" w:rsidR="000B7960" w:rsidRDefault="000B79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89C4B" w14:textId="77777777" w:rsidR="000B7960" w:rsidRDefault="000B7960" w:rsidP="00C16ABF">
      <w:pPr>
        <w:spacing w:after="0" w:line="240" w:lineRule="auto"/>
      </w:pPr>
      <w:r>
        <w:separator/>
      </w:r>
    </w:p>
  </w:footnote>
  <w:footnote w:type="continuationSeparator" w:id="0">
    <w:p w14:paraId="633F985B" w14:textId="77777777" w:rsidR="000B7960" w:rsidRDefault="000B7960" w:rsidP="00C16ABF">
      <w:pPr>
        <w:spacing w:after="0" w:line="240" w:lineRule="auto"/>
      </w:pPr>
      <w:r>
        <w:continuationSeparator/>
      </w:r>
    </w:p>
  </w:footnote>
  <w:footnote w:id="1">
    <w:p w14:paraId="05A9E6A5" w14:textId="77777777" w:rsidR="00223922" w:rsidRDefault="002239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1438"/>
    <w:multiLevelType w:val="hybridMultilevel"/>
    <w:tmpl w:val="67ACB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9929B7"/>
    <w:multiLevelType w:val="hybridMultilevel"/>
    <w:tmpl w:val="EEA84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4D8F"/>
    <w:multiLevelType w:val="hybridMultilevel"/>
    <w:tmpl w:val="67ACB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2271E"/>
    <w:multiLevelType w:val="hybridMultilevel"/>
    <w:tmpl w:val="693A6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35808"/>
    <w:multiLevelType w:val="hybridMultilevel"/>
    <w:tmpl w:val="01C68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6566">
    <w:abstractNumId w:val="1"/>
  </w:num>
  <w:num w:numId="2" w16cid:durableId="972179398">
    <w:abstractNumId w:val="4"/>
  </w:num>
  <w:num w:numId="3" w16cid:durableId="684017739">
    <w:abstractNumId w:val="5"/>
  </w:num>
  <w:num w:numId="4" w16cid:durableId="1533953113">
    <w:abstractNumId w:val="2"/>
  </w:num>
  <w:num w:numId="5" w16cid:durableId="1684815392">
    <w:abstractNumId w:val="3"/>
  </w:num>
  <w:num w:numId="6" w16cid:durableId="19883637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tbA0MTIHksaWhko6SsGpxcWZ+XkgBca1ACKJ2vcsAAAA"/>
  </w:docVars>
  <w:rsids>
    <w:rsidRoot w:val="00BD66E9"/>
    <w:rsid w:val="000048FD"/>
    <w:rsid w:val="000077B4"/>
    <w:rsid w:val="00015B8F"/>
    <w:rsid w:val="00017784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68"/>
    <w:rsid w:val="000B192D"/>
    <w:rsid w:val="000B224F"/>
    <w:rsid w:val="000B28EE"/>
    <w:rsid w:val="000B3E37"/>
    <w:rsid w:val="000B728C"/>
    <w:rsid w:val="000B7960"/>
    <w:rsid w:val="000C79F8"/>
    <w:rsid w:val="000D04B0"/>
    <w:rsid w:val="000D7A21"/>
    <w:rsid w:val="000F1C57"/>
    <w:rsid w:val="000F5615"/>
    <w:rsid w:val="001243E2"/>
    <w:rsid w:val="00124BFF"/>
    <w:rsid w:val="0012560E"/>
    <w:rsid w:val="00127108"/>
    <w:rsid w:val="00134B13"/>
    <w:rsid w:val="00146BC0"/>
    <w:rsid w:val="001511C7"/>
    <w:rsid w:val="00153C41"/>
    <w:rsid w:val="00154381"/>
    <w:rsid w:val="0016238E"/>
    <w:rsid w:val="001640A7"/>
    <w:rsid w:val="00164FA7"/>
    <w:rsid w:val="00166A03"/>
    <w:rsid w:val="001718A7"/>
    <w:rsid w:val="001737CF"/>
    <w:rsid w:val="00176083"/>
    <w:rsid w:val="001770C7"/>
    <w:rsid w:val="00182B75"/>
    <w:rsid w:val="00192F37"/>
    <w:rsid w:val="001A70D2"/>
    <w:rsid w:val="001D3BF6"/>
    <w:rsid w:val="001D657B"/>
    <w:rsid w:val="001D7B54"/>
    <w:rsid w:val="001E0209"/>
    <w:rsid w:val="001F2CA2"/>
    <w:rsid w:val="002037B3"/>
    <w:rsid w:val="002144C0"/>
    <w:rsid w:val="00217FC0"/>
    <w:rsid w:val="00223922"/>
    <w:rsid w:val="0022477D"/>
    <w:rsid w:val="002278A9"/>
    <w:rsid w:val="002336F9"/>
    <w:rsid w:val="00236127"/>
    <w:rsid w:val="0024028F"/>
    <w:rsid w:val="00244ABC"/>
    <w:rsid w:val="002611EF"/>
    <w:rsid w:val="00281FF2"/>
    <w:rsid w:val="002857DE"/>
    <w:rsid w:val="0028657E"/>
    <w:rsid w:val="00291567"/>
    <w:rsid w:val="002A22BF"/>
    <w:rsid w:val="002A2389"/>
    <w:rsid w:val="002A671D"/>
    <w:rsid w:val="002B4D55"/>
    <w:rsid w:val="002B5EA0"/>
    <w:rsid w:val="002B6119"/>
    <w:rsid w:val="002B61D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1EB4"/>
    <w:rsid w:val="0034228E"/>
    <w:rsid w:val="00346FE9"/>
    <w:rsid w:val="0034759A"/>
    <w:rsid w:val="003503F6"/>
    <w:rsid w:val="003530DD"/>
    <w:rsid w:val="00363F78"/>
    <w:rsid w:val="003816D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6B1"/>
    <w:rsid w:val="00423AF5"/>
    <w:rsid w:val="0042745A"/>
    <w:rsid w:val="00431D5C"/>
    <w:rsid w:val="004362C6"/>
    <w:rsid w:val="00437FA2"/>
    <w:rsid w:val="00445970"/>
    <w:rsid w:val="00447B33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FE6"/>
    <w:rsid w:val="005363C4"/>
    <w:rsid w:val="00536BDE"/>
    <w:rsid w:val="00543ACC"/>
    <w:rsid w:val="00547EF2"/>
    <w:rsid w:val="005536BD"/>
    <w:rsid w:val="0056696D"/>
    <w:rsid w:val="0059484D"/>
    <w:rsid w:val="00595C60"/>
    <w:rsid w:val="005A0855"/>
    <w:rsid w:val="005A3196"/>
    <w:rsid w:val="005A4825"/>
    <w:rsid w:val="005C080F"/>
    <w:rsid w:val="005C55E5"/>
    <w:rsid w:val="005C696A"/>
    <w:rsid w:val="005D62CD"/>
    <w:rsid w:val="005E6E85"/>
    <w:rsid w:val="005F31D2"/>
    <w:rsid w:val="00607BA5"/>
    <w:rsid w:val="0061029B"/>
    <w:rsid w:val="00617230"/>
    <w:rsid w:val="00621CE1"/>
    <w:rsid w:val="00627FC9"/>
    <w:rsid w:val="00647FA8"/>
    <w:rsid w:val="00650C5F"/>
    <w:rsid w:val="00654934"/>
    <w:rsid w:val="006620D9"/>
    <w:rsid w:val="00662393"/>
    <w:rsid w:val="00671958"/>
    <w:rsid w:val="00675843"/>
    <w:rsid w:val="006848AB"/>
    <w:rsid w:val="00696477"/>
    <w:rsid w:val="006A4E08"/>
    <w:rsid w:val="006B0925"/>
    <w:rsid w:val="006C2B84"/>
    <w:rsid w:val="006D050F"/>
    <w:rsid w:val="006D3C06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E28"/>
    <w:rsid w:val="0079719D"/>
    <w:rsid w:val="007A4022"/>
    <w:rsid w:val="007A6E6E"/>
    <w:rsid w:val="007C266E"/>
    <w:rsid w:val="007C2D87"/>
    <w:rsid w:val="007C3299"/>
    <w:rsid w:val="007C3BCC"/>
    <w:rsid w:val="007C4546"/>
    <w:rsid w:val="007D6E56"/>
    <w:rsid w:val="007F1652"/>
    <w:rsid w:val="007F4155"/>
    <w:rsid w:val="0081554D"/>
    <w:rsid w:val="0081707E"/>
    <w:rsid w:val="00827BB2"/>
    <w:rsid w:val="008449B3"/>
    <w:rsid w:val="0085747A"/>
    <w:rsid w:val="00864D2B"/>
    <w:rsid w:val="008650E2"/>
    <w:rsid w:val="00884922"/>
    <w:rsid w:val="00885F64"/>
    <w:rsid w:val="0088619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6C2"/>
    <w:rsid w:val="00954A07"/>
    <w:rsid w:val="00997F14"/>
    <w:rsid w:val="009A78D9"/>
    <w:rsid w:val="009B77E5"/>
    <w:rsid w:val="009C1331"/>
    <w:rsid w:val="009C3E31"/>
    <w:rsid w:val="009C54AE"/>
    <w:rsid w:val="009C788E"/>
    <w:rsid w:val="009E3AD8"/>
    <w:rsid w:val="009E3B41"/>
    <w:rsid w:val="009F3C5C"/>
    <w:rsid w:val="009F4610"/>
    <w:rsid w:val="00A00ECC"/>
    <w:rsid w:val="00A115E1"/>
    <w:rsid w:val="00A155EE"/>
    <w:rsid w:val="00A2245B"/>
    <w:rsid w:val="00A30110"/>
    <w:rsid w:val="00A36899"/>
    <w:rsid w:val="00A371F6"/>
    <w:rsid w:val="00A40074"/>
    <w:rsid w:val="00A43BF6"/>
    <w:rsid w:val="00A53FA5"/>
    <w:rsid w:val="00A54817"/>
    <w:rsid w:val="00A601A2"/>
    <w:rsid w:val="00A601C8"/>
    <w:rsid w:val="00A60799"/>
    <w:rsid w:val="00A84C85"/>
    <w:rsid w:val="00A97DE1"/>
    <w:rsid w:val="00AB053C"/>
    <w:rsid w:val="00AC3A3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1C3"/>
    <w:rsid w:val="00B40ADB"/>
    <w:rsid w:val="00B43B77"/>
    <w:rsid w:val="00B43E80"/>
    <w:rsid w:val="00B45940"/>
    <w:rsid w:val="00B607DB"/>
    <w:rsid w:val="00B62FA4"/>
    <w:rsid w:val="00B653E8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E2707"/>
    <w:rsid w:val="00BF1860"/>
    <w:rsid w:val="00BF2C41"/>
    <w:rsid w:val="00BF2E2E"/>
    <w:rsid w:val="00C03CC1"/>
    <w:rsid w:val="00C058B4"/>
    <w:rsid w:val="00C05F44"/>
    <w:rsid w:val="00C07CFE"/>
    <w:rsid w:val="00C11EEE"/>
    <w:rsid w:val="00C131B5"/>
    <w:rsid w:val="00C149B7"/>
    <w:rsid w:val="00C16ABF"/>
    <w:rsid w:val="00C170AE"/>
    <w:rsid w:val="00C26CB7"/>
    <w:rsid w:val="00C324C1"/>
    <w:rsid w:val="00C36992"/>
    <w:rsid w:val="00C502C6"/>
    <w:rsid w:val="00C52B87"/>
    <w:rsid w:val="00C56036"/>
    <w:rsid w:val="00C61DC5"/>
    <w:rsid w:val="00C67E92"/>
    <w:rsid w:val="00C70A26"/>
    <w:rsid w:val="00C766DF"/>
    <w:rsid w:val="00C94B98"/>
    <w:rsid w:val="00CA2B96"/>
    <w:rsid w:val="00CA5089"/>
    <w:rsid w:val="00CC1169"/>
    <w:rsid w:val="00CC7DBD"/>
    <w:rsid w:val="00CD2A6B"/>
    <w:rsid w:val="00CD6897"/>
    <w:rsid w:val="00CE5BAC"/>
    <w:rsid w:val="00CF25BE"/>
    <w:rsid w:val="00CF78ED"/>
    <w:rsid w:val="00D02B25"/>
    <w:rsid w:val="00D02EBA"/>
    <w:rsid w:val="00D17C3C"/>
    <w:rsid w:val="00D26B2C"/>
    <w:rsid w:val="00D3043B"/>
    <w:rsid w:val="00D352C9"/>
    <w:rsid w:val="00D425B2"/>
    <w:rsid w:val="00D428D6"/>
    <w:rsid w:val="00D523B0"/>
    <w:rsid w:val="00D5302F"/>
    <w:rsid w:val="00D552B2"/>
    <w:rsid w:val="00D608D1"/>
    <w:rsid w:val="00D74119"/>
    <w:rsid w:val="00D8075B"/>
    <w:rsid w:val="00D86281"/>
    <w:rsid w:val="00D8678B"/>
    <w:rsid w:val="00DA2114"/>
    <w:rsid w:val="00DE09C0"/>
    <w:rsid w:val="00DE4A14"/>
    <w:rsid w:val="00DF320D"/>
    <w:rsid w:val="00DF5915"/>
    <w:rsid w:val="00DF71C8"/>
    <w:rsid w:val="00E129B8"/>
    <w:rsid w:val="00E1355D"/>
    <w:rsid w:val="00E21E7D"/>
    <w:rsid w:val="00E22FBC"/>
    <w:rsid w:val="00E24BF5"/>
    <w:rsid w:val="00E25338"/>
    <w:rsid w:val="00E366D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D80"/>
    <w:rsid w:val="00F070AB"/>
    <w:rsid w:val="00F171B5"/>
    <w:rsid w:val="00F17567"/>
    <w:rsid w:val="00F27401"/>
    <w:rsid w:val="00F27A7B"/>
    <w:rsid w:val="00F526AF"/>
    <w:rsid w:val="00F55DB0"/>
    <w:rsid w:val="00F617C3"/>
    <w:rsid w:val="00F7066B"/>
    <w:rsid w:val="00F82055"/>
    <w:rsid w:val="00F83B28"/>
    <w:rsid w:val="00FA46E5"/>
    <w:rsid w:val="00FB7DBA"/>
    <w:rsid w:val="00FC1C25"/>
    <w:rsid w:val="00FC3F45"/>
    <w:rsid w:val="00FD503F"/>
    <w:rsid w:val="00FD7589"/>
    <w:rsid w:val="00FE0EF8"/>
    <w:rsid w:val="00FE139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46B1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q4iawc">
    <w:name w:val="q4iawc"/>
    <w:basedOn w:val="Domylnaczcionkaakapitu"/>
    <w:rsid w:val="00547EF2"/>
  </w:style>
  <w:style w:type="paragraph" w:styleId="Podpis">
    <w:name w:val="Signature"/>
    <w:basedOn w:val="Normalny"/>
    <w:link w:val="PodpisZnak"/>
    <w:rsid w:val="00D5302F"/>
    <w:pPr>
      <w:suppressLineNumbers/>
      <w:suppressAutoHyphens/>
      <w:spacing w:before="120" w:after="120"/>
    </w:pPr>
    <w:rPr>
      <w:rFonts w:cs="Microsoft YaHei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rsid w:val="00D5302F"/>
    <w:rPr>
      <w:rFonts w:ascii="Calibri" w:hAnsi="Calibri" w:cs="Microsoft YaHe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6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1900757344/aniol-wlodzimierz/paradoksy-globalizacji?bibFilter=26" TargetMode="External"/><Relationship Id="rId13" Type="http://schemas.openxmlformats.org/officeDocument/2006/relationships/hyperlink" Target="https://opac.ur.edu.pl/integro/search/description?q=Misiak%2C+W%C5%82adys%C5%82aw+%281936-+%29&amp;index=15" TargetMode="External"/><Relationship Id="rId18" Type="http://schemas.openxmlformats.org/officeDocument/2006/relationships/hyperlink" Target="https://opac.ur.edu.pl/integro/261900865198/staniszkis-jadwiga/wladza-globalizacji?bibFilter=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r.edu.pl/integro/search/description?q=Hali%C5%BCak%2C+Edward+%281950-+%29.+Redaktor&amp;index=15" TargetMode="External"/><Relationship Id="rId17" Type="http://schemas.openxmlformats.org/officeDocument/2006/relationships/hyperlink" Target="https://opac.ur.edu.pl/integro/search/description?q=Waleszczuk%2C+Zbigniew+%281966-+%29&amp;index=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pac.ur.edu.pl/integro/261900750981/wielgosz-przemyslaw/opium-globalizacji?bibFilter=2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r.edu.pl/integro/search/description?q=Czakon%2C+Tomasz.+Redaktor&amp;index=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ac.ur.edu.pl/integro/261900663327/szymanski-wladyslaw/globalizacja?bibFilter=26" TargetMode="External"/><Relationship Id="rId10" Type="http://schemas.openxmlformats.org/officeDocument/2006/relationships/hyperlink" Target="https://opac.ur.edu.pl/integro/261900794000/guehenno-jean-marie/przyszlosc-wolnosci?bibFilter=2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ac.ur.edu.pl/integro/262000958841/polak-ewa/globalizacja-a-zroznicowanie-spoleczno-ekonomiczne?bibFilter=26" TargetMode="External"/><Relationship Id="rId14" Type="http://schemas.openxmlformats.org/officeDocument/2006/relationships/hyperlink" Target="https://opac.ur.edu.pl/integro/262501648124/mrozek-dumanowska-anna/religia-a-globalizacja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FB48-F435-46CB-91B9-13F2C1A0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96</TotalTime>
  <Pages>5</Pages>
  <Words>1145</Words>
  <Characters>6870</Characters>
  <Application>Microsoft Office Word</Application>
  <DocSecurity>0</DocSecurity>
  <Lines>57</Lines>
  <Paragraphs>15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18</cp:revision>
  <cp:lastPrinted>2019-02-06T12:12:00Z</cp:lastPrinted>
  <dcterms:created xsi:type="dcterms:W3CDTF">2024-09-10T15:58:00Z</dcterms:created>
  <dcterms:modified xsi:type="dcterms:W3CDTF">2025-06-30T10:20:00Z</dcterms:modified>
</cp:coreProperties>
</file>